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9F5B" w14:textId="77777777" w:rsidR="00E37BF8" w:rsidRDefault="00E37BF8" w:rsidP="007E33B6">
      <w:pPr>
        <w:pStyle w:val="ROTARYTUSSENKOPJE"/>
      </w:pPr>
    </w:p>
    <w:p w14:paraId="46D24028" w14:textId="0ADBCB52" w:rsidR="007E33B6" w:rsidRPr="00A83A6E" w:rsidRDefault="00F35DF8" w:rsidP="007E33B6">
      <w:pPr>
        <w:pStyle w:val="ROTARYTUSSENKOPJE"/>
        <w:rPr>
          <w:szCs w:val="24"/>
        </w:rPr>
      </w:pPr>
      <w:bookmarkStart w:id="0" w:name="_Hlk124340069"/>
      <w:r>
        <w:t xml:space="preserve">Tekst voor </w:t>
      </w:r>
      <w:proofErr w:type="spellStart"/>
      <w:r>
        <w:t>social</w:t>
      </w:r>
      <w:proofErr w:type="spellEnd"/>
      <w:r>
        <w:t xml:space="preserve"> media post lang</w:t>
      </w:r>
    </w:p>
    <w:bookmarkEnd w:id="0"/>
    <w:p w14:paraId="50ED6AF8" w14:textId="7862A3ED" w:rsidR="007E33B6" w:rsidRPr="009D3A54" w:rsidRDefault="007E33B6" w:rsidP="007E33B6">
      <w:pPr>
        <w:pStyle w:val="ROTARYTEKST"/>
        <w:rPr>
          <w:b/>
          <w:bCs/>
        </w:rPr>
      </w:pPr>
    </w:p>
    <w:p w14:paraId="504155F4" w14:textId="309E2FF3" w:rsidR="007E33B6" w:rsidRDefault="009720BC" w:rsidP="007E33B6">
      <w:pPr>
        <w:pStyle w:val="ROTARYTEKST"/>
        <w:rPr>
          <w:b/>
          <w:bCs/>
          <w:sz w:val="36"/>
          <w:szCs w:val="28"/>
        </w:rPr>
      </w:pPr>
      <w:bookmarkStart w:id="1" w:name="_Hlk124340084"/>
      <w:r w:rsidRPr="009720BC">
        <w:rPr>
          <w:b/>
          <w:bCs/>
          <w:sz w:val="36"/>
          <w:szCs w:val="28"/>
        </w:rPr>
        <w:t>100 jaar Rotary Estafette </w:t>
      </w:r>
      <w:r w:rsidRPr="009720BC">
        <w:rPr>
          <w:b/>
          <w:bCs/>
          <w:sz w:val="36"/>
          <w:szCs w:val="28"/>
        </w:rPr>
        <w:br/>
        <w:t xml:space="preserve">arriveert bij </w:t>
      </w:r>
      <w:proofErr w:type="gramStart"/>
      <w:r w:rsidRPr="009720BC">
        <w:rPr>
          <w:b/>
          <w:bCs/>
          <w:sz w:val="36"/>
          <w:szCs w:val="28"/>
        </w:rPr>
        <w:t>Rotary club</w:t>
      </w:r>
      <w:proofErr w:type="gramEnd"/>
      <w:r w:rsidRPr="009720BC">
        <w:rPr>
          <w:b/>
          <w:bCs/>
          <w:sz w:val="36"/>
          <w:szCs w:val="28"/>
        </w:rPr>
        <w:t xml:space="preserve"> (Clubnaam)</w:t>
      </w:r>
      <w:r w:rsidR="00AD74C7">
        <w:rPr>
          <w:b/>
          <w:bCs/>
          <w:sz w:val="36"/>
          <w:szCs w:val="28"/>
        </w:rPr>
        <w:t xml:space="preserve"> op (datum)</w:t>
      </w:r>
    </w:p>
    <w:bookmarkEnd w:id="1"/>
    <w:p w14:paraId="05278027" w14:textId="377661A4" w:rsidR="009720BC" w:rsidRPr="009D3A54" w:rsidRDefault="009720BC" w:rsidP="007E33B6">
      <w:pPr>
        <w:pStyle w:val="ROTARYTEKST"/>
        <w:rPr>
          <w:b/>
          <w:bCs/>
        </w:rPr>
      </w:pPr>
    </w:p>
    <w:p w14:paraId="4AE83A9A" w14:textId="2DDD0328" w:rsidR="009720BC" w:rsidRDefault="009720BC" w:rsidP="009720BC">
      <w:pPr>
        <w:pStyle w:val="ROTARYTEKST"/>
      </w:pPr>
      <w:r>
        <w:t xml:space="preserve">In 2023 bestaat Rotary 100 jaar in Nederland. Dat vieren we met een estafette langs alle </w:t>
      </w:r>
      <w:proofErr w:type="gramStart"/>
      <w:r>
        <w:t>Rotary clubs</w:t>
      </w:r>
      <w:proofErr w:type="gramEnd"/>
      <w:r>
        <w:t xml:space="preserve"> in Nederland. We gaan in 2023 van club naar club fietsen, wandelen, rennen etc. Dat zijn in totaal ruim 5.000 km om alle meer dan 500 clubs te bereiken. </w:t>
      </w:r>
    </w:p>
    <w:p w14:paraId="4A1CF90A" w14:textId="101D6A9A" w:rsidR="009720BC" w:rsidRDefault="009720BC" w:rsidP="009720BC">
      <w:pPr>
        <w:pStyle w:val="ROTARYTEKST"/>
      </w:pPr>
    </w:p>
    <w:p w14:paraId="3B2045EA" w14:textId="05ADC863" w:rsidR="00E053D1" w:rsidRDefault="009720BC" w:rsidP="00F35DF8">
      <w:pPr>
        <w:pStyle w:val="ROTARYTEKST"/>
      </w:pPr>
      <w:r>
        <w:t xml:space="preserve">Op …(datum)…. </w:t>
      </w:r>
      <w:proofErr w:type="gramStart"/>
      <w:r>
        <w:t>neemt</w:t>
      </w:r>
      <w:proofErr w:type="gramEnd"/>
      <w:r>
        <w:t xml:space="preserve"> Rotary club …(clubnaam)… het stokje over met ….(titel activiteit)…. </w:t>
      </w:r>
      <w:bookmarkStart w:id="2" w:name="_Hlk124340098"/>
      <w:r>
        <w:t>Kom naar …(locatie)… om …(tijdstip)… en vier 100 jaar Rotary in Nederland met ons mee.</w:t>
      </w:r>
      <w:bookmarkEnd w:id="2"/>
      <w:r w:rsidR="00F35DF8" w:rsidRPr="00F35DF8">
        <w:br/>
      </w:r>
      <w:r w:rsidR="00F35DF8" w:rsidRPr="00F35DF8">
        <w:br/>
        <w:t xml:space="preserve">Meer informatie: </w:t>
      </w:r>
      <w:bookmarkStart w:id="3" w:name="_Hlk124340125"/>
      <w:r w:rsidR="00F35DF8">
        <w:fldChar w:fldCharType="begin"/>
      </w:r>
      <w:r w:rsidR="00F35DF8">
        <w:instrText xml:space="preserve"> HYPERLINK "http://</w:instrText>
      </w:r>
      <w:r w:rsidR="00F35DF8" w:rsidRPr="00F35DF8">
        <w:instrText>www.(.website...).nl</w:instrText>
      </w:r>
      <w:r w:rsidR="00F35DF8">
        <w:instrText xml:space="preserve">" </w:instrText>
      </w:r>
      <w:r w:rsidR="00F35DF8">
        <w:fldChar w:fldCharType="separate"/>
      </w:r>
      <w:r w:rsidR="00F35DF8" w:rsidRPr="00226AF3">
        <w:rPr>
          <w:rStyle w:val="Hyperlink"/>
        </w:rPr>
        <w:t>www.(.website...).nl</w:t>
      </w:r>
      <w:r w:rsidR="00F35DF8">
        <w:fldChar w:fldCharType="end"/>
      </w:r>
      <w:bookmarkEnd w:id="3"/>
    </w:p>
    <w:p w14:paraId="76ED38C8" w14:textId="05A8410D" w:rsidR="00F35DF8" w:rsidRDefault="00F35DF8" w:rsidP="00F35DF8">
      <w:pPr>
        <w:pStyle w:val="ROTARYTEKST"/>
      </w:pPr>
    </w:p>
    <w:p w14:paraId="22D454E2" w14:textId="77777777" w:rsidR="00F35DF8" w:rsidRDefault="00F35DF8" w:rsidP="00F35DF8">
      <w:pPr>
        <w:pStyle w:val="ROTARYTEKST"/>
      </w:pPr>
    </w:p>
    <w:p w14:paraId="1A8D7B99" w14:textId="17AD93CD" w:rsidR="00F35DF8" w:rsidRDefault="00F35DF8" w:rsidP="00F35DF8">
      <w:pPr>
        <w:pStyle w:val="ROTARYTEKST"/>
      </w:pPr>
    </w:p>
    <w:p w14:paraId="5799CF93" w14:textId="18CA8CC2" w:rsidR="00F35DF8" w:rsidRDefault="00F35DF8" w:rsidP="00F35DF8">
      <w:pPr>
        <w:pStyle w:val="ROTARYTUSSENKOPJE"/>
      </w:pPr>
      <w:r>
        <w:t xml:space="preserve">Tekst voor </w:t>
      </w:r>
      <w:proofErr w:type="spellStart"/>
      <w:r>
        <w:t>social</w:t>
      </w:r>
      <w:proofErr w:type="spellEnd"/>
      <w:r>
        <w:t xml:space="preserve"> media post kort</w:t>
      </w:r>
    </w:p>
    <w:p w14:paraId="227E2E1D" w14:textId="72F38298" w:rsidR="00F35DF8" w:rsidRDefault="00F35DF8" w:rsidP="00F35DF8">
      <w:pPr>
        <w:pStyle w:val="ROTARYTEKST"/>
        <w:rPr>
          <w:b/>
          <w:bCs/>
          <w:sz w:val="36"/>
          <w:szCs w:val="28"/>
        </w:rPr>
      </w:pPr>
      <w:r w:rsidRPr="009720BC">
        <w:rPr>
          <w:b/>
          <w:bCs/>
          <w:sz w:val="36"/>
          <w:szCs w:val="28"/>
        </w:rPr>
        <w:t>100 jaar Rotary Estafette arriveert bij Rotary club (Clubnaam)</w:t>
      </w:r>
      <w:r w:rsidR="00AD74C7">
        <w:rPr>
          <w:b/>
          <w:bCs/>
          <w:sz w:val="36"/>
          <w:szCs w:val="28"/>
        </w:rPr>
        <w:t xml:space="preserve"> op (Datum)</w:t>
      </w:r>
    </w:p>
    <w:p w14:paraId="25D1F791" w14:textId="2FE268A9" w:rsidR="00F35DF8" w:rsidRDefault="00F35DF8" w:rsidP="00F35DF8">
      <w:pPr>
        <w:pStyle w:val="ROTARYTEKST"/>
      </w:pPr>
      <w:r>
        <w:t>Kom naar …(locatie)… om …(tijdstip)… en vier 100 jaar Rotary in Nederland met ons mee.</w:t>
      </w:r>
    </w:p>
    <w:p w14:paraId="1BD5E80C" w14:textId="7833E73A" w:rsidR="00F35DF8" w:rsidRDefault="00000000" w:rsidP="00F35DF8">
      <w:pPr>
        <w:pStyle w:val="ROTARYTEKST"/>
        <w:rPr>
          <w:b/>
          <w:bCs/>
          <w:sz w:val="36"/>
          <w:szCs w:val="28"/>
        </w:rPr>
      </w:pPr>
      <w:hyperlink r:id="rId6" w:history="1">
        <w:r w:rsidR="00F35DF8" w:rsidRPr="00226AF3">
          <w:rPr>
            <w:rStyle w:val="Hyperlink"/>
          </w:rPr>
          <w:t>www.(.website...).nl</w:t>
        </w:r>
      </w:hyperlink>
    </w:p>
    <w:p w14:paraId="2D86ABEB" w14:textId="77777777" w:rsidR="00F35DF8" w:rsidRPr="00A83A6E" w:rsidRDefault="00F35DF8" w:rsidP="00F35DF8">
      <w:pPr>
        <w:pStyle w:val="ROTARYTUSSENKOPJE"/>
        <w:rPr>
          <w:szCs w:val="24"/>
        </w:rPr>
      </w:pPr>
    </w:p>
    <w:p w14:paraId="790BDFE8" w14:textId="77777777" w:rsidR="00F35DF8" w:rsidRDefault="00F35DF8" w:rsidP="00F35DF8">
      <w:pPr>
        <w:pStyle w:val="ROTARYTEKST"/>
      </w:pPr>
    </w:p>
    <w:p w14:paraId="19A39D3A" w14:textId="77777777" w:rsidR="00F35DF8" w:rsidRPr="007E33B6" w:rsidRDefault="00F35DF8" w:rsidP="00F35DF8">
      <w:pPr>
        <w:pStyle w:val="ROTARYTEKST"/>
      </w:pPr>
    </w:p>
    <w:sectPr w:rsidR="00F35DF8" w:rsidRPr="007E33B6" w:rsidSect="00BB24E4">
      <w:headerReference w:type="default" r:id="rId7"/>
      <w:pgSz w:w="11906" w:h="16838"/>
      <w:pgMar w:top="2274" w:right="2126" w:bottom="1418" w:left="1559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2F24F" w14:textId="77777777" w:rsidR="005641C8" w:rsidRDefault="005641C8" w:rsidP="00AB69D3">
      <w:r>
        <w:separator/>
      </w:r>
    </w:p>
  </w:endnote>
  <w:endnote w:type="continuationSeparator" w:id="0">
    <w:p w14:paraId="2F5C116B" w14:textId="77777777" w:rsidR="005641C8" w:rsidRDefault="005641C8" w:rsidP="00AB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4E4AB" w14:textId="77777777" w:rsidR="005641C8" w:rsidRDefault="005641C8" w:rsidP="00AB69D3">
      <w:r>
        <w:separator/>
      </w:r>
    </w:p>
  </w:footnote>
  <w:footnote w:type="continuationSeparator" w:id="0">
    <w:p w14:paraId="44479470" w14:textId="77777777" w:rsidR="005641C8" w:rsidRDefault="005641C8" w:rsidP="00AB6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E709" w14:textId="691B824D" w:rsidR="00AB69D3" w:rsidRDefault="00E37BF8" w:rsidP="00AB69D3">
    <w:pPr>
      <w:pStyle w:val="Koptekst"/>
      <w:spacing w:before="240"/>
    </w:pPr>
    <w:r>
      <w:rPr>
        <w:noProof/>
      </w:rPr>
      <w:drawing>
        <wp:inline distT="0" distB="0" distL="0" distR="0" wp14:anchorId="5F62A7ED" wp14:editId="0D1A6DB9">
          <wp:extent cx="2054710" cy="464378"/>
          <wp:effectExtent l="0" t="0" r="3175" b="5715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8583" cy="4833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B69D3">
      <w:softHyphen/>
    </w:r>
    <w:r w:rsidR="00AB69D3">
      <w:softHyphen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A94"/>
    <w:rsid w:val="001453CC"/>
    <w:rsid w:val="0022285A"/>
    <w:rsid w:val="00227489"/>
    <w:rsid w:val="002431A3"/>
    <w:rsid w:val="00390DEE"/>
    <w:rsid w:val="005641C8"/>
    <w:rsid w:val="0056495B"/>
    <w:rsid w:val="006A0800"/>
    <w:rsid w:val="007B5637"/>
    <w:rsid w:val="007E33B6"/>
    <w:rsid w:val="007F3B5C"/>
    <w:rsid w:val="009114E3"/>
    <w:rsid w:val="009411BE"/>
    <w:rsid w:val="009720BC"/>
    <w:rsid w:val="00A72A94"/>
    <w:rsid w:val="00A83A6E"/>
    <w:rsid w:val="00AB69D3"/>
    <w:rsid w:val="00AD74C7"/>
    <w:rsid w:val="00B14076"/>
    <w:rsid w:val="00BB24E4"/>
    <w:rsid w:val="00C7065F"/>
    <w:rsid w:val="00C86CA6"/>
    <w:rsid w:val="00CD75FE"/>
    <w:rsid w:val="00D3198B"/>
    <w:rsid w:val="00D92EBC"/>
    <w:rsid w:val="00DC416D"/>
    <w:rsid w:val="00E053D1"/>
    <w:rsid w:val="00E37BF8"/>
    <w:rsid w:val="00EC78A7"/>
    <w:rsid w:val="00F35DF8"/>
    <w:rsid w:val="00F83767"/>
    <w:rsid w:val="00FA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0DEC6"/>
  <w15:chartTrackingRefBased/>
  <w15:docId w15:val="{59DE0E60-089D-4B4C-86C3-E3A3B45D3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E33B6"/>
    <w:rPr>
      <w:sz w:val="24"/>
      <w:szCs w:val="24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ROTARYKOP">
    <w:name w:val="ROTARY KOP"/>
    <w:basedOn w:val="Standaard"/>
    <w:qFormat/>
    <w:rsid w:val="00E053D1"/>
    <w:pPr>
      <w:spacing w:line="360" w:lineRule="auto"/>
    </w:pPr>
    <w:rPr>
      <w:rFonts w:ascii="Arial" w:hAnsi="Arial" w:cs="Arial"/>
      <w:b/>
      <w:bCs/>
      <w:sz w:val="36"/>
      <w:szCs w:val="28"/>
    </w:rPr>
  </w:style>
  <w:style w:type="paragraph" w:customStyle="1" w:styleId="ROTARYTEKST">
    <w:name w:val="ROTARY TEKST"/>
    <w:basedOn w:val="Standaard"/>
    <w:qFormat/>
    <w:rsid w:val="00A83A6E"/>
    <w:pPr>
      <w:spacing w:line="360" w:lineRule="auto"/>
    </w:pPr>
    <w:rPr>
      <w:rFonts w:ascii="Arial" w:hAnsi="Arial" w:cs="Arial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AB69D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B69D3"/>
  </w:style>
  <w:style w:type="paragraph" w:styleId="Voettekst">
    <w:name w:val="footer"/>
    <w:basedOn w:val="Standaard"/>
    <w:link w:val="VoettekstChar"/>
    <w:uiPriority w:val="99"/>
    <w:unhideWhenUsed/>
    <w:rsid w:val="00AB69D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B69D3"/>
  </w:style>
  <w:style w:type="paragraph" w:customStyle="1" w:styleId="ROTARYTUSSENKOPJE">
    <w:name w:val="ROTARY TUSSENKOPJE"/>
    <w:basedOn w:val="Standaard"/>
    <w:qFormat/>
    <w:rsid w:val="00E053D1"/>
    <w:pPr>
      <w:spacing w:line="360" w:lineRule="auto"/>
    </w:pPr>
    <w:rPr>
      <w:b/>
      <w:bCs/>
      <w:color w:val="4472C4"/>
      <w:szCs w:val="20"/>
    </w:rPr>
  </w:style>
  <w:style w:type="paragraph" w:customStyle="1" w:styleId="Basisalinea">
    <w:name w:val="[Basisalinea]"/>
    <w:basedOn w:val="Standaard"/>
    <w:uiPriority w:val="99"/>
    <w:rsid w:val="00E053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nl-NL"/>
    </w:rPr>
  </w:style>
  <w:style w:type="character" w:styleId="Hyperlink">
    <w:name w:val="Hyperlink"/>
    <w:basedOn w:val="Standaardalinea-lettertype"/>
    <w:uiPriority w:val="99"/>
    <w:unhideWhenUsed/>
    <w:rsid w:val="00A72A9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72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(.website...)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Koen/Stack/Orders/Orders%202021/2111/21110002_Week%20van%20de%20Open%20Club/Opmaak/1.%20WORD%20SJABLOON/21110002%20Word%20WOC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21110002 Word WOC.dotx</Template>
  <TotalTime>10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Spijker</dc:creator>
  <cp:keywords/>
  <dc:description/>
  <cp:lastModifiedBy>Rene Spijker</cp:lastModifiedBy>
  <cp:revision>5</cp:revision>
  <dcterms:created xsi:type="dcterms:W3CDTF">2023-01-10T14:25:00Z</dcterms:created>
  <dcterms:modified xsi:type="dcterms:W3CDTF">2023-01-19T06:41:00Z</dcterms:modified>
</cp:coreProperties>
</file>